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C970439-6056-4304-9827-D1C743E33837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